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70" w:lineRule="exact"/>
        <w:ind w:left="51" w:right="1272"/>
        <w:jc w:val="center"/>
        <w:rPr>
          <w:rFonts w:ascii="Calibri" w:hAnsi="Calibri" w:cs="Calibri" w:eastAsia="Calibri"/>
          <w:sz w:val="50"/>
          <w:szCs w:val="50"/>
        </w:rPr>
      </w:pPr>
      <w:rPr/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Side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 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By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 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Side</w:t>
      </w:r>
      <w:r>
        <w:rPr>
          <w:rFonts w:ascii="Calibri" w:hAnsi="Calibri" w:cs="Calibri" w:eastAsia="Calibri"/>
          <w:sz w:val="50"/>
          <w:szCs w:val="50"/>
          <w:spacing w:val="-2"/>
          <w:w w:val="100"/>
          <w:position w:val="2"/>
        </w:rPr>
        <w:t> 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Compar</w:t>
      </w:r>
      <w:r>
        <w:rPr>
          <w:rFonts w:ascii="Calibri" w:hAnsi="Calibri" w:cs="Calibri" w:eastAsia="Calibri"/>
          <w:sz w:val="50"/>
          <w:szCs w:val="50"/>
          <w:spacing w:val="-2"/>
          <w:w w:val="100"/>
          <w:position w:val="2"/>
        </w:rPr>
        <w:t>i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son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 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of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 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the</w:t>
      </w:r>
      <w:r>
        <w:rPr>
          <w:rFonts w:ascii="Calibri" w:hAnsi="Calibri" w:cs="Calibri" w:eastAsia="Calibri"/>
          <w:sz w:val="50"/>
          <w:szCs w:val="50"/>
          <w:spacing w:val="-1"/>
          <w:w w:val="100"/>
          <w:position w:val="2"/>
        </w:rPr>
        <w:t> 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Two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 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Str</w:t>
      </w:r>
      <w:r>
        <w:rPr>
          <w:rFonts w:ascii="Calibri" w:hAnsi="Calibri" w:cs="Calibri" w:eastAsia="Calibri"/>
          <w:sz w:val="50"/>
          <w:szCs w:val="50"/>
          <w:spacing w:val="-2"/>
          <w:w w:val="100"/>
          <w:position w:val="2"/>
        </w:rPr>
        <w:t>e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2"/>
        </w:rPr>
        <w:t>ams’</w:t>
      </w:r>
      <w:r>
        <w:rPr>
          <w:rFonts w:ascii="Calibri" w:hAnsi="Calibri" w:cs="Calibri" w:eastAsia="Calibri"/>
          <w:sz w:val="50"/>
          <w:szCs w:val="50"/>
          <w:spacing w:val="0"/>
          <w:w w:val="100"/>
          <w:position w:val="0"/>
        </w:rPr>
      </w:r>
    </w:p>
    <w:p>
      <w:pPr>
        <w:spacing w:before="92" w:after="0" w:line="601" w:lineRule="exact"/>
        <w:ind w:left="1082" w:right="2302"/>
        <w:jc w:val="center"/>
        <w:rPr>
          <w:rFonts w:ascii="Calibri" w:hAnsi="Calibri" w:cs="Calibri" w:eastAsia="Calibri"/>
          <w:sz w:val="50"/>
          <w:szCs w:val="50"/>
        </w:rPr>
      </w:pPr>
      <w:rPr/>
      <w:r>
        <w:rPr>
          <w:rFonts w:ascii="Calibri" w:hAnsi="Calibri" w:cs="Calibri" w:eastAsia="Calibri"/>
          <w:sz w:val="50"/>
          <w:szCs w:val="50"/>
          <w:spacing w:val="0"/>
          <w:w w:val="100"/>
        </w:rPr>
        <w:t>Av</w:t>
      </w:r>
      <w:r>
        <w:rPr>
          <w:rFonts w:ascii="Calibri" w:hAnsi="Calibri" w:cs="Calibri" w:eastAsia="Calibri"/>
          <w:sz w:val="50"/>
          <w:szCs w:val="50"/>
          <w:spacing w:val="-1"/>
          <w:w w:val="100"/>
        </w:rPr>
        <w:t>e</w:t>
      </w:r>
      <w:r>
        <w:rPr>
          <w:rFonts w:ascii="Calibri" w:hAnsi="Calibri" w:cs="Calibri" w:eastAsia="Calibri"/>
          <w:sz w:val="50"/>
          <w:szCs w:val="50"/>
          <w:spacing w:val="0"/>
          <w:w w:val="100"/>
        </w:rPr>
        <w:t>rage</w:t>
      </w:r>
      <w:r>
        <w:rPr>
          <w:rFonts w:ascii="Calibri" w:hAnsi="Calibri" w:cs="Calibri" w:eastAsia="Calibri"/>
          <w:sz w:val="50"/>
          <w:szCs w:val="50"/>
          <w:spacing w:val="0"/>
          <w:w w:val="100"/>
        </w:rPr>
        <w:t> </w:t>
      </w:r>
      <w:r>
        <w:rPr>
          <w:rFonts w:ascii="Calibri" w:hAnsi="Calibri" w:cs="Calibri" w:eastAsia="Calibri"/>
          <w:sz w:val="50"/>
          <w:szCs w:val="50"/>
          <w:spacing w:val="0"/>
          <w:w w:val="100"/>
        </w:rPr>
        <w:t>Chlorophyll</w:t>
      </w:r>
      <w:r>
        <w:rPr>
          <w:rFonts w:ascii="Calibri" w:hAnsi="Calibri" w:cs="Calibri" w:eastAsia="Calibri"/>
          <w:sz w:val="50"/>
          <w:szCs w:val="50"/>
          <w:spacing w:val="0"/>
          <w:w w:val="100"/>
        </w:rPr>
        <w:t> </w:t>
      </w:r>
      <w:r>
        <w:rPr>
          <w:rFonts w:ascii="Calibri" w:hAnsi="Calibri" w:cs="Calibri" w:eastAsia="Calibri"/>
          <w:sz w:val="50"/>
          <w:szCs w:val="50"/>
          <w:spacing w:val="-2"/>
          <w:w w:val="100"/>
        </w:rPr>
        <w:t>C</w:t>
      </w:r>
      <w:r>
        <w:rPr>
          <w:rFonts w:ascii="Calibri" w:hAnsi="Calibri" w:cs="Calibri" w:eastAsia="Calibri"/>
          <w:sz w:val="50"/>
          <w:szCs w:val="50"/>
          <w:spacing w:val="0"/>
          <w:w w:val="100"/>
        </w:rPr>
        <w:t>oncentra</w:t>
      </w:r>
      <w:r>
        <w:rPr>
          <w:rFonts w:ascii="Calibri" w:hAnsi="Calibri" w:cs="Calibri" w:eastAsia="Calibri"/>
          <w:sz w:val="50"/>
          <w:szCs w:val="50"/>
          <w:spacing w:val="-2"/>
          <w:w w:val="100"/>
        </w:rPr>
        <w:t>t</w:t>
      </w:r>
      <w:r>
        <w:rPr>
          <w:rFonts w:ascii="Calibri" w:hAnsi="Calibri" w:cs="Calibri" w:eastAsia="Calibri"/>
          <w:sz w:val="50"/>
          <w:szCs w:val="50"/>
          <w:spacing w:val="0"/>
          <w:w w:val="100"/>
        </w:rPr>
        <w:t>ion</w:t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1420" w:right="180"/>
        </w:sectPr>
      </w:pPr>
      <w:rPr/>
    </w:p>
    <w:p>
      <w:pPr>
        <w:spacing w:before="20" w:after="0" w:line="201" w:lineRule="exact"/>
        <w:ind w:left="77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120.540001pt;margin-top:7.281465pt;width:206.34pt;height:241.5pt;mso-position-horizontal-relative:page;mso-position-vertical-relative:paragraph;z-index:-113" coordorigin="2411,146" coordsize="4127,4830">
            <v:group style="position:absolute;left:2707;top:3279;width:299;height:1626" coordorigin="2707,3279" coordsize="299,1626">
              <v:shape style="position:absolute;left:2707;top:3279;width:299;height:1626" coordorigin="2707,3279" coordsize="299,1626" path="m3006,3279l2707,3279,2707,4905,3006,4905,3006,3279e" filled="t" fillcolor="#4F81BC" stroked="f">
                <v:path arrowok="t"/>
                <v:fill/>
              </v:shape>
            </v:group>
            <v:group style="position:absolute;left:3006;top:1884;width:300;height:3020" coordorigin="3006,1884" coordsize="300,3020">
              <v:shape style="position:absolute;left:3006;top:1884;width:300;height:3020" coordorigin="3006,1884" coordsize="300,3020" path="m3306,1884l3006,1884,3006,4905,3306,4905,3306,1884e" filled="t" fillcolor="#C0504D" stroked="f">
                <v:path arrowok="t"/>
                <v:fill/>
              </v:shape>
            </v:group>
            <v:group style="position:absolute;left:3306;top:4672;width:300;height:233" coordorigin="3306,4672" coordsize="300,233">
              <v:shape style="position:absolute;left:3306;top:4672;width:300;height:233" coordorigin="3306,4672" coordsize="300,233" path="m3606,4672l3306,4672,3306,4905,3606,4905,3606,4672e" filled="t" fillcolor="#9BBA58" stroked="f">
                <v:path arrowok="t"/>
                <v:fill/>
              </v:shape>
            </v:group>
            <v:group style="position:absolute;left:4056;top:4440;width:300;height:464" coordorigin="4056,4440" coordsize="300,464">
              <v:shape style="position:absolute;left:4056;top:4440;width:300;height:464" coordorigin="4056,4440" coordsize="300,464" path="m4356,4440l4056,4440,4056,4905,4356,4905,4356,4440e" filled="t" fillcolor="#4F81BC" stroked="f">
                <v:path arrowok="t"/>
                <v:fill/>
              </v:shape>
            </v:group>
            <v:group style="position:absolute;left:4356;top:3046;width:300;height:1859" coordorigin="4356,3046" coordsize="300,1859">
              <v:shape style="position:absolute;left:4356;top:3046;width:300;height:1859" coordorigin="4356,3046" coordsize="300,1859" path="m4656,3046l4356,3046,4356,4905,4656,4905,4656,3046e" filled="t" fillcolor="#C0504D" stroked="f">
                <v:path arrowok="t"/>
                <v:fill/>
              </v:shape>
            </v:group>
            <v:group style="position:absolute;left:4656;top:4324;width:300;height:581" coordorigin="4656,4324" coordsize="300,581">
              <v:shape style="position:absolute;left:4656;top:4324;width:300;height:581" coordorigin="4656,4324" coordsize="300,581" path="m4956,4324l4656,4324,4656,4905,4956,4905,4956,4324e" filled="t" fillcolor="#9BBA58" stroked="f">
                <v:path arrowok="t"/>
                <v:fill/>
              </v:shape>
            </v:group>
            <v:group style="position:absolute;left:5406;top:4440;width:299;height:464" coordorigin="5406,4440" coordsize="299,464">
              <v:shape style="position:absolute;left:5406;top:4440;width:299;height:464" coordorigin="5406,4440" coordsize="299,464" path="m5705,4440l5406,4440,5406,4905,5705,4905,5705,4440e" filled="t" fillcolor="#4F81BC" stroked="f">
                <v:path arrowok="t"/>
                <v:fill/>
              </v:shape>
            </v:group>
            <v:group style="position:absolute;left:5705;top:3395;width:300;height:1510" coordorigin="5705,3395" coordsize="300,1510">
              <v:shape style="position:absolute;left:5705;top:3395;width:300;height:1510" coordorigin="5705,3395" coordsize="300,1510" path="m6005,3395l5705,3395,5705,4905,6005,4905,6005,3395e" filled="t" fillcolor="#C0504D" stroked="f">
                <v:path arrowok="t"/>
                <v:fill/>
              </v:shape>
            </v:group>
            <v:group style="position:absolute;left:6005;top:3046;width:300;height:1859" coordorigin="6005,3046" coordsize="300,1859">
              <v:shape style="position:absolute;left:6005;top:3046;width:300;height:1859" coordorigin="6005,3046" coordsize="300,1859" path="m6305,3046l6005,3046,6005,4905,6305,4905,6305,3046e" filled="t" fillcolor="#9BBA58" stroked="f">
                <v:path arrowok="t"/>
                <v:fill/>
              </v:shape>
            </v:group>
            <v:group style="position:absolute;left:2482;top:153;width:2;height:4816" coordorigin="2482,153" coordsize="2,4816">
              <v:shape style="position:absolute;left:2482;top:153;width:2;height:4816" coordorigin="2482,153" coordsize="0,4816" path="m2482,153l2482,4968e" filled="f" stroked="t" strokeweight=".72pt" strokecolor="#858585">
                <v:path arrowok="t"/>
              </v:shape>
            </v:group>
            <v:group style="position:absolute;left:2418;top:4905;width:4112;height:2" coordorigin="2418,4905" coordsize="4112,2">
              <v:shape style="position:absolute;left:2418;top:4905;width:4112;height:2" coordorigin="2418,4905" coordsize="4112,0" path="m2418,4905l6530,4905e" filled="f" stroked="t" strokeweight=".72pt" strokecolor="#858585">
                <v:path arrowok="t"/>
              </v:shape>
            </v:group>
            <v:group style="position:absolute;left:2418;top:4113;width:64;height:2" coordorigin="2418,4113" coordsize="64,2">
              <v:shape style="position:absolute;left:2418;top:4113;width:64;height:2" coordorigin="2418,4113" coordsize="64,0" path="m2418,4113l2482,4113e" filled="f" stroked="t" strokeweight=".72pt" strokecolor="#858585">
                <v:path arrowok="t"/>
              </v:shape>
            </v:group>
            <v:group style="position:absolute;left:2418;top:3321;width:64;height:2" coordorigin="2418,3321" coordsize="64,2">
              <v:shape style="position:absolute;left:2418;top:3321;width:64;height:2" coordorigin="2418,3321" coordsize="64,0" path="m2418,3321l2482,3321e" filled="f" stroked="t" strokeweight=".72pt" strokecolor="#858585">
                <v:path arrowok="t"/>
              </v:shape>
            </v:group>
            <v:group style="position:absolute;left:2418;top:2529;width:64;height:2" coordorigin="2418,2529" coordsize="64,2">
              <v:shape style="position:absolute;left:2418;top:2529;width:64;height:2" coordorigin="2418,2529" coordsize="64,0" path="m2418,2529l2482,2529e" filled="f" stroked="t" strokeweight=".72pt" strokecolor="#858585">
                <v:path arrowok="t"/>
              </v:shape>
            </v:group>
            <v:group style="position:absolute;left:2418;top:1737;width:64;height:2" coordorigin="2418,1737" coordsize="64,2">
              <v:shape style="position:absolute;left:2418;top:1737;width:64;height:2" coordorigin="2418,1737" coordsize="64,0" path="m2418,1737l2482,1737e" filled="f" stroked="t" strokeweight=".72pt" strokecolor="#858585">
                <v:path arrowok="t"/>
              </v:shape>
            </v:group>
            <v:group style="position:absolute;left:2418;top:945;width:64;height:2" coordorigin="2418,945" coordsize="64,2">
              <v:shape style="position:absolute;left:2418;top:945;width:64;height:2" coordorigin="2418,945" coordsize="64,0" path="m2418,945l2482,945e" filled="f" stroked="t" strokeweight=".72pt" strokecolor="#858585">
                <v:path arrowok="t"/>
              </v:shape>
            </v:group>
            <v:group style="position:absolute;left:2418;top:153;width:64;height:2" coordorigin="2418,153" coordsize="64,2">
              <v:shape style="position:absolute;left:2418;top:153;width:64;height:2" coordorigin="2418,153" coordsize="64,0" path="m2418,153l2482,153e" filled="f" stroked="t" strokeweight=".72pt" strokecolor="#858585">
                <v:path arrowok="t"/>
              </v:shape>
            </v:group>
            <v:group style="position:absolute;left:3832;top:4905;width:2;height:64" coordorigin="3832,4905" coordsize="2,64">
              <v:shape style="position:absolute;left:3832;top:4905;width:2;height:64" coordorigin="3832,4905" coordsize="0,64" path="m3832,4905l3832,4968e" filled="f" stroked="t" strokeweight=".72pt" strokecolor="#858585">
                <v:path arrowok="t"/>
              </v:shape>
            </v:group>
            <v:group style="position:absolute;left:5180;top:4905;width:2;height:64" coordorigin="5180,4905" coordsize="2,64">
              <v:shape style="position:absolute;left:5180;top:4905;width:2;height:64" coordorigin="5180,4905" coordsize="0,64" path="m5180,4905l5180,4968e" filled="f" stroked="t" strokeweight=".72pt" strokecolor="#858585">
                <v:path arrowok="t"/>
              </v:shape>
            </v:group>
            <v:group style="position:absolute;left:6530;top:4905;width:2;height:64" coordorigin="6530,4905" coordsize="2,64">
              <v:shape style="position:absolute;left:6530;top:4905;width:2;height:64" coordorigin="6530,4905" coordsize="0,64" path="m6530,4905l6530,4968e" filled="f" stroked="t" strokeweight=".72pt" strokecolor="#858585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317" w:lineRule="exact"/>
        <w:ind w:left="1789" w:right="-94"/>
        <w:jc w:val="left"/>
        <w:rPr>
          <w:rFonts w:ascii="Calibri" w:hAnsi="Calibri" w:cs="Calibri" w:eastAsia="Calibri"/>
          <w:sz w:val="36"/>
          <w:szCs w:val="36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5.900002pt;margin-top:9.010925pt;width:14.000001pt;height:212.066291pt;mso-position-horizontal-relative:page;mso-position-vertical-relative:paragraph;z-index:-112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64" w:lineRule="exact"/>
                    <w:ind w:left="20" w:right="-56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6"/>
                      <w:w w:val="100"/>
                      <w:b/>
                      <w:bCs/>
                      <w:position w:val="1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1"/>
                      <w:w w:val="100"/>
                      <w:b/>
                      <w:bCs/>
                      <w:position w:val="1"/>
                    </w:rPr>
                    <w:t>v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4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1"/>
                      <w:w w:val="100"/>
                      <w:b/>
                      <w:bCs/>
                      <w:position w:val="1"/>
                    </w:rPr>
                    <w:t>g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4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Ch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l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2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p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5"/>
                      <w:w w:val="100"/>
                      <w:b/>
                      <w:bCs/>
                      <w:position w:val="1"/>
                    </w:rPr>
                    <w:t>h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y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l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l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11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C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nc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2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t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5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2"/>
                      <w:w w:val="100"/>
                      <w:b/>
                      <w:bCs/>
                      <w:position w:val="1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ti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-8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(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m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8"/>
                      <w:w w:val="100"/>
                      <w:b/>
                      <w:bCs/>
                      <w:position w:val="1"/>
                    </w:rPr>
                    <w:t>g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/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1"/>
                      <w:w w:val="100"/>
                      <w:b/>
                      <w:bCs/>
                      <w:position w:val="1"/>
                    </w:rPr>
                    <w:t>L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b/>
                      <w:bCs/>
                      <w:position w:val="1"/>
                    </w:rPr>
                    <w:t>)</w:t>
                  </w:r>
                  <w:r>
                    <w:rPr>
                      <w:rFonts w:ascii="Calibri" w:hAnsi="Calibri" w:cs="Calibri" w:eastAsia="Calibri"/>
                      <w:sz w:val="24"/>
                      <w:szCs w:val="24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3"/>
        </w:rPr>
        <w:t>Long</w:t>
      </w:r>
      <w:r>
        <w:rPr>
          <w:rFonts w:ascii="Calibri" w:hAnsi="Calibri" w:cs="Calibri" w:eastAsia="Calibri"/>
          <w:sz w:val="36"/>
          <w:szCs w:val="36"/>
          <w:spacing w:val="-7"/>
          <w:w w:val="100"/>
          <w:b/>
          <w:bCs/>
          <w:position w:val="3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3"/>
        </w:rPr>
        <w:t>Island</w:t>
      </w:r>
      <w:r>
        <w:rPr>
          <w:rFonts w:ascii="Calibri" w:hAnsi="Calibri" w:cs="Calibri" w:eastAsia="Calibri"/>
          <w:sz w:val="36"/>
          <w:szCs w:val="36"/>
          <w:spacing w:val="-9"/>
          <w:w w:val="100"/>
          <w:b/>
          <w:bCs/>
          <w:position w:val="3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3"/>
        </w:rPr>
        <w:t>C</w:t>
      </w:r>
      <w:r>
        <w:rPr>
          <w:rFonts w:ascii="Calibri" w:hAnsi="Calibri" w:cs="Calibri" w:eastAsia="Calibri"/>
          <w:sz w:val="36"/>
          <w:szCs w:val="36"/>
          <w:spacing w:val="-3"/>
          <w:w w:val="100"/>
          <w:b/>
          <w:bCs/>
          <w:position w:val="3"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3"/>
        </w:rPr>
        <w:t>eek</w:t>
      </w:r>
      <w:r>
        <w:rPr>
          <w:rFonts w:ascii="Calibri" w:hAnsi="Calibri" w:cs="Calibri" w:eastAsia="Calibri"/>
          <w:sz w:val="36"/>
          <w:szCs w:val="36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Calibri" w:hAnsi="Calibri" w:cs="Calibri" w:eastAsia="Calibri"/>
          <w:sz w:val="36"/>
          <w:szCs w:val="36"/>
        </w:rPr>
      </w:pPr>
      <w:rPr/>
      <w:r>
        <w:rPr/>
        <w:br w:type="column"/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Ma</w:t>
      </w:r>
      <w:r>
        <w:rPr>
          <w:rFonts w:ascii="Calibri" w:hAnsi="Calibri" w:cs="Calibri" w:eastAsia="Calibri"/>
          <w:sz w:val="36"/>
          <w:szCs w:val="36"/>
          <w:spacing w:val="-5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sh</w:t>
      </w:r>
      <w:r>
        <w:rPr>
          <w:rFonts w:ascii="Calibri" w:hAnsi="Calibri" w:cs="Calibri" w:eastAsia="Calibri"/>
          <w:sz w:val="36"/>
          <w:szCs w:val="36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eek</w:t>
      </w:r>
      <w:r>
        <w:rPr>
          <w:rFonts w:ascii="Calibri" w:hAnsi="Calibri" w:cs="Calibri" w:eastAsia="Calibri"/>
          <w:sz w:val="36"/>
          <w:szCs w:val="36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1420" w:right="180"/>
          <w:cols w:num="2" w:equalWidth="0">
            <w:col w:w="4404" w:space="2295"/>
            <w:col w:w="3941"/>
          </w:cols>
        </w:sectPr>
      </w:pPr>
      <w:rPr/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0" w:after="0" w:line="241" w:lineRule="exact"/>
        <w:ind w:left="623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37.140015pt;margin-top:-12.41851pt;width:198.06pt;height:221.54pt;mso-position-horizontal-relative:page;mso-position-vertical-relative:paragraph;z-index:-117" coordorigin="6743,-248" coordsize="3961,4431">
            <v:group style="position:absolute;left:6862;top:2657;width:301;height:1454" coordorigin="6862,2657" coordsize="301,1454">
              <v:shape style="position:absolute;left:6862;top:2657;width:301;height:1454" coordorigin="6862,2657" coordsize="301,1454" path="m7163,2657l6862,2657,6862,4112,7163,4112,7163,2657e" filled="t" fillcolor="#4F81BC" stroked="f">
                <v:path arrowok="t"/>
                <v:fill/>
              </v:shape>
            </v:group>
            <v:group style="position:absolute;left:7163;top:1553;width:301;height:2558" coordorigin="7163,1553" coordsize="301,2558">
              <v:shape style="position:absolute;left:7163;top:1553;width:301;height:2558" coordorigin="7163,1553" coordsize="301,2558" path="m7464,1553l7163,1553,7163,4112,7464,4112,7464,1553e" filled="t" fillcolor="#C0504D" stroked="f">
                <v:path arrowok="t"/>
                <v:fill/>
              </v:shape>
            </v:group>
            <v:group style="position:absolute;left:7464;top:-238;width:300;height:4350" coordorigin="7464,-238" coordsize="300,4350">
              <v:shape style="position:absolute;left:7464;top:-238;width:300;height:4350" coordorigin="7464,-238" coordsize="300,4350" path="m7764,-238l7464,-238,7464,4112,7764,4112,7764,-238e" filled="t" fillcolor="#9BBA58" stroked="f">
                <v:path arrowok="t"/>
                <v:fill/>
              </v:shape>
            </v:group>
            <v:group style="position:absolute;left:8215;top:4111;width:301;height:2" coordorigin="8215,4111" coordsize="301,2">
              <v:shape style="position:absolute;left:8215;top:4111;width:301;height:2" coordorigin="8215,4111" coordsize="301,0" path="m8215,4111l8516,4111e" filled="f" stroked="t" strokeweight=".16pt" strokecolor="#4F81BC">
                <v:path arrowok="t"/>
              </v:shape>
            </v:group>
            <v:group style="position:absolute;left:8516;top:2536;width:300;height:1576" coordorigin="8516,2536" coordsize="300,1576">
              <v:shape style="position:absolute;left:8516;top:2536;width:300;height:1576" coordorigin="8516,2536" coordsize="300,1576" path="m8816,2536l8516,2536,8516,4112,8816,4112,8816,2536e" filled="t" fillcolor="#C0504D" stroked="f">
                <v:path arrowok="t"/>
                <v:fill/>
              </v:shape>
            </v:group>
            <v:group style="position:absolute;left:8816;top:3263;width:301;height:848" coordorigin="8816,3263" coordsize="301,848">
              <v:shape style="position:absolute;left:8816;top:3263;width:301;height:848" coordorigin="8816,3263" coordsize="301,848" path="m9118,3263l8816,3263,8816,4112,9118,4112,9118,3263e" filled="t" fillcolor="#9BBA58" stroked="f">
                <v:path arrowok="t"/>
                <v:fill/>
              </v:shape>
            </v:group>
            <v:group style="position:absolute;left:9569;top:3606;width:301;height:505" coordorigin="9569,3606" coordsize="301,505">
              <v:shape style="position:absolute;left:9569;top:3606;width:301;height:505" coordorigin="9569,3606" coordsize="301,505" path="m9870,3606l9569,3606,9569,4112,9870,4112,9870,3606e" filled="t" fillcolor="#4F81BC" stroked="f">
                <v:path arrowok="t"/>
                <v:fill/>
              </v:shape>
            </v:group>
            <v:group style="position:absolute;left:9870;top:1204;width:300;height:2908" coordorigin="9870,1204" coordsize="300,2908">
              <v:shape style="position:absolute;left:9870;top:1204;width:300;height:2908" coordorigin="9870,1204" coordsize="300,2908" path="m10170,1204l9870,1204,9870,4112,10170,4112,10170,1204e" filled="t" fillcolor="#C0504D" stroked="f">
                <v:path arrowok="t"/>
                <v:fill/>
              </v:shape>
            </v:group>
            <v:group style="position:absolute;left:10170;top:2778;width:301;height:1333" coordorigin="10170,2778" coordsize="301,1333">
              <v:shape style="position:absolute;left:10170;top:2778;width:301;height:1333" coordorigin="10170,2778" coordsize="301,1333" path="m10471,2778l10170,2778,10170,4112,10471,4112,10471,2778e" filled="t" fillcolor="#9BBA58" stroked="f">
                <v:path arrowok="t"/>
                <v:fill/>
              </v:shape>
            </v:group>
            <v:group style="position:absolute;left:6750;top:4112;width:3947;height:2" coordorigin="6750,4112" coordsize="3947,2">
              <v:shape style="position:absolute;left:6750;top:4112;width:3947;height:2" coordorigin="6750,4112" coordsize="3947,0" path="m6750,4112l10697,4112e" filled="f" stroked="t" strokeweight=".72pt" strokecolor="#858585">
                <v:path arrowok="t"/>
              </v:shape>
            </v:group>
            <v:group style="position:absolute;left:7990;top:4112;width:2;height:64" coordorigin="7990,4112" coordsize="2,64">
              <v:shape style="position:absolute;left:7990;top:4112;width:2;height:64" coordorigin="7990,4112" coordsize="0,64" path="m7990,4112l7990,4175e" filled="f" stroked="t" strokeweight=".72pt" strokecolor="#858585">
                <v:path arrowok="t"/>
              </v:shape>
            </v:group>
            <v:group style="position:absolute;left:9343;top:4112;width:2;height:64" coordorigin="9343,4112" coordsize="2,64">
              <v:shape style="position:absolute;left:9343;top:4112;width:2;height:64" coordorigin="9343,4112" coordsize="0,64" path="m9343,4112l9343,4175e" filled="f" stroked="t" strokeweight=".72pt" strokecolor="#858585">
                <v:path arrowok="t"/>
              </v:shape>
            </v:group>
            <v:group style="position:absolute;left:10697;top:4112;width:2;height:64" coordorigin="10697,4112" coordsize="2,64">
              <v:shape style="position:absolute;left:10697;top:4112;width:2;height:64" coordorigin="10697,4112" coordsize="0,64" path="m10697,4112l10697,4175e" filled="f" stroked="t" strokeweight=".72pt" strokecolor="#858585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2.5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77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1420" w:right="180"/>
        </w:sectPr>
      </w:pPr>
      <w:rPr/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566.940002pt;margin-top:-7.278523pt;width:5.52pt;height:5.46pt;mso-position-horizontal-relative:page;mso-position-vertical-relative:paragraph;z-index:-116" coordorigin="11339,-146" coordsize="110,109">
            <v:shape style="position:absolute;left:11339;top:-146;width:110;height:109" coordorigin="11339,-146" coordsize="110,109" path="m11339,-36l11449,-36,11449,-146,11339,-146,11339,-36e" filled="t" fillcolor="#4F81BC" stroked="f">
              <v:path arrowok="t"/>
              <v:fill/>
            </v:shape>
          </v:group>
          <w10:wrap type="none"/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1.5</w:t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exact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Site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566.940002pt;margin-top:3.861494pt;width:5.52pt;height:5.52pt;mso-position-horizontal-relative:page;mso-position-vertical-relative:paragraph;z-index:-115" coordorigin="11339,77" coordsize="110,110">
            <v:shape style="position:absolute;left:11339;top:77;width:110;height:110" coordorigin="11339,77" coordsize="110,110" path="m11339,188l11449,188,11449,77,11339,77,11339,188e" filled="t" fillcolor="#C0504D" stroked="f">
              <v:path arrowok="t"/>
              <v:fill/>
            </v:shape>
          </v:group>
          <w10:wrap type="none"/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Site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566.940002pt;margin-top:3.901477pt;width:5.52pt;height:5.46pt;mso-position-horizontal-relative:page;mso-position-vertical-relative:paragraph;z-index:-114" coordorigin="11339,78" coordsize="110,109">
            <v:shape style="position:absolute;left:11339;top:78;width:110;height:109" coordorigin="11339,78" coordsize="110,109" path="m11339,187l11449,187,11449,78,11339,78,11339,187e" filled="t" fillcolor="#9BBA58" stroked="f">
              <v:path arrowok="t"/>
              <v:fill/>
            </v:shape>
          </v:group>
          <w10:wrap type="none"/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Site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jc w:val="left"/>
        <w:spacing w:after="0"/>
        <w:sectPr>
          <w:type w:val="continuous"/>
          <w:pgSz w:w="12240" w:h="15840"/>
          <w:pgMar w:top="1480" w:bottom="280" w:left="1420" w:right="180"/>
          <w:cols w:num="2" w:equalWidth="0">
            <w:col w:w="877" w:space="9200"/>
            <w:col w:w="563"/>
          </w:cols>
        </w:sectPr>
      </w:pPr>
      <w:rPr/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623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0.5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1420" w:right="180"/>
        </w:sectPr>
      </w:pPr>
      <w:rPr/>
    </w:p>
    <w:p>
      <w:pPr>
        <w:spacing w:before="20" w:after="0" w:line="240" w:lineRule="auto"/>
        <w:ind w:left="77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6" w:after="0" w:line="240" w:lineRule="auto"/>
        <w:ind w:left="1340" w:right="-70"/>
        <w:jc w:val="left"/>
        <w:tabs>
          <w:tab w:pos="2680" w:val="left"/>
          <w:tab w:pos="40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Ju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2th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9th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6th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/>
        <w:br w:type="column"/>
      </w:r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tabs>
          <w:tab w:pos="1360" w:val="left"/>
          <w:tab w:pos="27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Ju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4th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1st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8th</w:t>
      </w:r>
    </w:p>
    <w:sectPr>
      <w:type w:val="continuous"/>
      <w:pgSz w:w="12240" w:h="15840"/>
      <w:pgMar w:top="1480" w:bottom="280" w:left="1420" w:right="180"/>
      <w:cols w:num="2" w:equalWidth="0">
        <w:col w:w="4833" w:space="664"/>
        <w:col w:w="514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juser</dc:creator>
  <dcterms:created xsi:type="dcterms:W3CDTF">2012-07-10T13:57:22Z</dcterms:created>
  <dcterms:modified xsi:type="dcterms:W3CDTF">2012-07-10T13:57:22Z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2012-07-10T00:00:00Z</vt:filetime>
  </property>
  <property fmtid="{D5CDD505-2E9C-101B-9397-08002B2CF9AE}" pid="3" name="LastSaved">
    <vt:filetime>2012-07-10T00:00:00Z</vt:filetime>
  </property>
</Properties>
</file>